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C1D1B8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365BD6">
        <w:rPr>
          <w:b/>
          <w:color w:val="FF5200" w:themeColor="accent2"/>
          <w:sz w:val="36"/>
          <w:szCs w:val="36"/>
        </w:rPr>
        <w:t>s názvem „</w:t>
      </w:r>
      <w:r w:rsidR="00365BD6" w:rsidRPr="00365BD6">
        <w:rPr>
          <w:b/>
          <w:color w:val="FF5200" w:themeColor="accent2"/>
          <w:sz w:val="36"/>
          <w:szCs w:val="36"/>
        </w:rPr>
        <w:t>Výběrové řízení na znalce/transakčního poradce v rámci transakce převodu části závodu ČDT</w:t>
      </w:r>
      <w:r w:rsidR="0031280B" w:rsidRPr="00365BD6">
        <w:rPr>
          <w:b/>
          <w:color w:val="FF5200" w:themeColor="accent2"/>
          <w:sz w:val="36"/>
          <w:szCs w:val="36"/>
        </w:rPr>
        <w:t>“</w:t>
      </w:r>
      <w:r w:rsidR="000128D4" w:rsidRPr="00365BD6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365B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365B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365BD6" w:rsidRPr="00365BD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73517/2020-SŽ-GŘ-O8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A0C117B" w14:textId="77777777" w:rsidR="0070064F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C077107" w14:textId="77777777" w:rsidR="0070064F" w:rsidRDefault="007006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855191" w:history="1">
            <w:r w:rsidRPr="00A17092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17092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_Toc54855191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7EF1C" w14:textId="77777777" w:rsidR="0070064F" w:rsidRDefault="007006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855192" w:history="1">
            <w:r w:rsidRPr="00A17092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17092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_Toc54855192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CEFA4" w14:textId="77777777" w:rsidR="0070064F" w:rsidRDefault="007006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4855193" w:history="1">
            <w:r w:rsidRPr="00A17092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17092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_Toc54855193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485519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3B6A1AD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365BD6">
        <w:t xml:space="preserve">jako </w:t>
      </w:r>
      <w:r w:rsidR="000128D4" w:rsidRPr="00365BD6">
        <w:rPr>
          <w:rFonts w:eastAsia="Times New Roman" w:cs="Times New Roman"/>
          <w:lang w:eastAsia="cs-CZ"/>
        </w:rPr>
        <w:t>veřejnou zakázku malého rozsahu</w:t>
      </w:r>
      <w:r w:rsidRPr="00365BD6">
        <w:t>, jsou pravdivé</w:t>
      </w:r>
      <w:r w:rsidR="009771C9" w:rsidRPr="00365BD6">
        <w:t>, úplné a odpovídají skutečnosti</w:t>
      </w:r>
      <w:r w:rsidRPr="00365BD6">
        <w:t>. Účastník si</w:t>
      </w:r>
      <w:r>
        <w:t xml:space="preserve">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7F07642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70064F">
        <w:t xml:space="preserve"> </w:t>
      </w:r>
      <w:r w:rsidR="0070064F" w:rsidRPr="0070064F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2469B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469B4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485519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485519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FAA3B71" w14:textId="789E76BD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9C55FF" w15:done="0"/>
  <w15:commentEx w15:paraId="119BEBB6" w15:done="0"/>
  <w15:commentEx w15:paraId="25AE50F4" w15:done="0"/>
  <w15:commentEx w15:paraId="2B645E15" w15:done="0"/>
  <w15:commentEx w15:paraId="1CABC1E4" w15:done="0"/>
  <w15:commentEx w15:paraId="0439FB28" w15:done="0"/>
  <w15:commentEx w15:paraId="3F64F1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E3339" w14:textId="77777777" w:rsidR="002469B4" w:rsidRDefault="002469B4" w:rsidP="00962258">
      <w:pPr>
        <w:spacing w:after="0" w:line="240" w:lineRule="auto"/>
      </w:pPr>
      <w:r>
        <w:separator/>
      </w:r>
    </w:p>
  </w:endnote>
  <w:endnote w:type="continuationSeparator" w:id="0">
    <w:p w14:paraId="2F5D2A71" w14:textId="77777777" w:rsidR="002469B4" w:rsidRDefault="002469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EB8F1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064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064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1C83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C47B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AF77F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06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064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56A831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D1D9E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85A94" w14:textId="77777777" w:rsidR="002469B4" w:rsidRDefault="002469B4" w:rsidP="00962258">
      <w:pPr>
        <w:spacing w:after="0" w:line="240" w:lineRule="auto"/>
      </w:pPr>
      <w:r>
        <w:separator/>
      </w:r>
    </w:p>
  </w:footnote>
  <w:footnote w:type="continuationSeparator" w:id="0">
    <w:p w14:paraId="6A2D52AE" w14:textId="77777777" w:rsidR="002469B4" w:rsidRDefault="002469B4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469B4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5BD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0064F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01CFB5-4AAA-42D6-81E7-247B94C1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4</Pages>
  <Words>532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2020-10-26T09:19:00Z</dcterms:created>
  <dcterms:modified xsi:type="dcterms:W3CDTF">2020-10-29T08:13:00Z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